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53" w:rsidRDefault="00E91953" w:rsidP="00094C22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To be completed 2011-2012</w:t>
      </w:r>
    </w:p>
    <w:p w:rsidR="00E91953" w:rsidRPr="00B10287" w:rsidRDefault="00E91953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>
        <w:rPr>
          <w:b/>
          <w:sz w:val="24"/>
          <w:szCs w:val="24"/>
          <w:u w:val="single"/>
        </w:rPr>
        <w:t>WORKBASED LEARNING%</w:t>
      </w:r>
      <w:r>
        <w:rPr>
          <w:sz w:val="24"/>
          <w:szCs w:val="24"/>
        </w:rPr>
        <w:t xml:space="preserve">   % of students at each grade level participate in a workplace experience-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1350"/>
        <w:gridCol w:w="1710"/>
        <w:gridCol w:w="9180"/>
      </w:tblGrid>
      <w:tr w:rsidR="00E91953" w:rsidTr="00F63A3C">
        <w:tc>
          <w:tcPr>
            <w:tcW w:w="1008" w:type="dxa"/>
          </w:tcPr>
          <w:p w:rsidR="00E91953" w:rsidRPr="0057048D" w:rsidRDefault="00E91953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50" w:type="dxa"/>
          </w:tcPr>
          <w:p w:rsidR="00E91953" w:rsidRPr="0057048D" w:rsidRDefault="00E91953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E91953" w:rsidRPr="0057048D" w:rsidRDefault="00E91953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E91953" w:rsidRPr="0057048D" w:rsidRDefault="00E91953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 w:rsidP="00953616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 w:rsidP="00A91294">
            <w:pPr>
              <w:ind w:left="720"/>
            </w:pPr>
          </w:p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 w:rsidP="00657A4B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  <w:tr w:rsidR="00E91953" w:rsidTr="00F63A3C">
        <w:tc>
          <w:tcPr>
            <w:tcW w:w="1008" w:type="dxa"/>
          </w:tcPr>
          <w:p w:rsidR="00E91953" w:rsidRDefault="00E91953"/>
        </w:tc>
        <w:tc>
          <w:tcPr>
            <w:tcW w:w="1350" w:type="dxa"/>
          </w:tcPr>
          <w:p w:rsidR="00E91953" w:rsidRDefault="00E91953"/>
        </w:tc>
        <w:tc>
          <w:tcPr>
            <w:tcW w:w="1710" w:type="dxa"/>
          </w:tcPr>
          <w:p w:rsidR="00E91953" w:rsidRDefault="00E91953"/>
        </w:tc>
        <w:tc>
          <w:tcPr>
            <w:tcW w:w="9180" w:type="dxa"/>
          </w:tcPr>
          <w:p w:rsidR="00E91953" w:rsidRDefault="00E91953"/>
        </w:tc>
      </w:tr>
    </w:tbl>
    <w:p w:rsidR="00E91953" w:rsidRDefault="00E91953">
      <w:r>
        <w:tab/>
      </w:r>
      <w:r>
        <w:tab/>
      </w:r>
    </w:p>
    <w:p w:rsidR="00E91953" w:rsidRDefault="00E91953"/>
    <w:sectPr w:rsidR="00E91953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2D"/>
    <w:rsid w:val="00094C22"/>
    <w:rsid w:val="000B693C"/>
    <w:rsid w:val="001068CE"/>
    <w:rsid w:val="001F26D5"/>
    <w:rsid w:val="0023377D"/>
    <w:rsid w:val="00321AA0"/>
    <w:rsid w:val="00352D65"/>
    <w:rsid w:val="003875B0"/>
    <w:rsid w:val="00397826"/>
    <w:rsid w:val="004F523A"/>
    <w:rsid w:val="0057048D"/>
    <w:rsid w:val="005A2BC9"/>
    <w:rsid w:val="005B4153"/>
    <w:rsid w:val="00657A4B"/>
    <w:rsid w:val="00847D90"/>
    <w:rsid w:val="008661FB"/>
    <w:rsid w:val="00947065"/>
    <w:rsid w:val="00953616"/>
    <w:rsid w:val="009806EE"/>
    <w:rsid w:val="009B175B"/>
    <w:rsid w:val="00A0253D"/>
    <w:rsid w:val="00A61074"/>
    <w:rsid w:val="00A91294"/>
    <w:rsid w:val="00A96B8A"/>
    <w:rsid w:val="00B10287"/>
    <w:rsid w:val="00E91953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7A4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42</Words>
  <Characters>245</Characters>
  <Application>Microsoft Office Outlook</Application>
  <DocSecurity>0</DocSecurity>
  <Lines>0</Lines>
  <Paragraphs>0</Paragraphs>
  <ScaleCrop>false</ScaleCrop>
  <Company>VCS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be completed 2011-2012</dc:title>
  <dc:subject/>
  <dc:creator>eataylor</dc:creator>
  <cp:keywords/>
  <dc:description/>
  <cp:lastModifiedBy>gen_1453</cp:lastModifiedBy>
  <cp:revision>2</cp:revision>
  <cp:lastPrinted>2010-02-10T20:54:00Z</cp:lastPrinted>
  <dcterms:created xsi:type="dcterms:W3CDTF">2011-03-21T19:59:00Z</dcterms:created>
  <dcterms:modified xsi:type="dcterms:W3CDTF">2011-03-21T19:59:00Z</dcterms:modified>
</cp:coreProperties>
</file>